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DBF36" w14:textId="77777777" w:rsidR="001E35BA" w:rsidRPr="00C753F0" w:rsidRDefault="00997F14" w:rsidP="001E35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753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1E35BA" w:rsidRPr="00C753F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43D3D15" w14:textId="77777777" w:rsidR="001E35BA" w:rsidRPr="00C753F0" w:rsidRDefault="001E35BA" w:rsidP="001E35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>SYLABUS</w:t>
      </w:r>
    </w:p>
    <w:p w14:paraId="3C5D0687" w14:textId="7205D0E5" w:rsidR="001E35BA" w:rsidRPr="00C753F0" w:rsidRDefault="001E35BA" w:rsidP="001E35B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1CDF">
        <w:rPr>
          <w:rFonts w:ascii="Corbel" w:hAnsi="Corbel"/>
          <w:i/>
          <w:smallCaps/>
          <w:sz w:val="24"/>
          <w:szCs w:val="24"/>
        </w:rPr>
        <w:t>20</w:t>
      </w:r>
      <w:r w:rsidR="002B2A37">
        <w:rPr>
          <w:rFonts w:ascii="Corbel" w:hAnsi="Corbel"/>
          <w:i/>
          <w:smallCaps/>
          <w:sz w:val="24"/>
          <w:szCs w:val="24"/>
        </w:rPr>
        <w:t>19</w:t>
      </w:r>
      <w:r w:rsidRPr="00C753F0">
        <w:rPr>
          <w:rFonts w:ascii="Corbel" w:hAnsi="Corbel"/>
          <w:i/>
          <w:smallCaps/>
          <w:sz w:val="24"/>
          <w:szCs w:val="24"/>
        </w:rPr>
        <w:t>/20</w:t>
      </w:r>
      <w:r w:rsidR="00E83F5C">
        <w:rPr>
          <w:rFonts w:ascii="Corbel" w:hAnsi="Corbel"/>
          <w:i/>
          <w:smallCaps/>
          <w:sz w:val="24"/>
          <w:szCs w:val="24"/>
        </w:rPr>
        <w:t>2</w:t>
      </w:r>
      <w:r w:rsidR="002B2A37">
        <w:rPr>
          <w:rFonts w:ascii="Corbel" w:hAnsi="Corbel"/>
          <w:i/>
          <w:smallCaps/>
          <w:sz w:val="24"/>
          <w:szCs w:val="24"/>
        </w:rPr>
        <w:t>0</w:t>
      </w:r>
      <w:r w:rsidR="00A21CDF">
        <w:rPr>
          <w:rFonts w:ascii="Corbel" w:hAnsi="Corbel"/>
          <w:i/>
          <w:smallCaps/>
          <w:sz w:val="24"/>
          <w:szCs w:val="24"/>
        </w:rPr>
        <w:t xml:space="preserve"> – 202</w:t>
      </w:r>
      <w:r w:rsidR="002B2A37">
        <w:rPr>
          <w:rFonts w:ascii="Corbel" w:hAnsi="Corbel"/>
          <w:i/>
          <w:smallCaps/>
          <w:sz w:val="24"/>
          <w:szCs w:val="24"/>
        </w:rPr>
        <w:t>3</w:t>
      </w:r>
      <w:r w:rsidRPr="00C753F0">
        <w:rPr>
          <w:rFonts w:ascii="Corbel" w:hAnsi="Corbel"/>
          <w:i/>
          <w:smallCaps/>
          <w:sz w:val="24"/>
          <w:szCs w:val="24"/>
        </w:rPr>
        <w:t>/202</w:t>
      </w:r>
      <w:r w:rsidR="002B2A37">
        <w:rPr>
          <w:rFonts w:ascii="Corbel" w:hAnsi="Corbel"/>
          <w:i/>
          <w:smallCaps/>
          <w:sz w:val="24"/>
          <w:szCs w:val="24"/>
        </w:rPr>
        <w:t>4</w:t>
      </w:r>
    </w:p>
    <w:p w14:paraId="57D02FD9" w14:textId="77777777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753F0">
        <w:rPr>
          <w:rFonts w:ascii="Corbel" w:hAnsi="Corbel"/>
          <w:sz w:val="24"/>
          <w:szCs w:val="24"/>
        </w:rPr>
        <w:t>)</w:t>
      </w:r>
    </w:p>
    <w:p w14:paraId="68C88A9F" w14:textId="700AB6A1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  <w:t xml:space="preserve">Rok </w:t>
      </w:r>
      <w:r w:rsidR="00A21CDF">
        <w:rPr>
          <w:rFonts w:ascii="Corbel" w:hAnsi="Corbel"/>
          <w:sz w:val="24"/>
          <w:szCs w:val="24"/>
        </w:rPr>
        <w:t>akademicki  202</w:t>
      </w:r>
      <w:r w:rsidR="002B2A37">
        <w:rPr>
          <w:rFonts w:ascii="Corbel" w:hAnsi="Corbel"/>
          <w:sz w:val="24"/>
          <w:szCs w:val="24"/>
        </w:rPr>
        <w:t>2</w:t>
      </w:r>
      <w:r w:rsidRPr="00C753F0">
        <w:rPr>
          <w:rFonts w:ascii="Corbel" w:hAnsi="Corbel"/>
          <w:sz w:val="24"/>
          <w:szCs w:val="24"/>
        </w:rPr>
        <w:t>/202</w:t>
      </w:r>
      <w:r w:rsidR="002B2A37">
        <w:rPr>
          <w:rFonts w:ascii="Corbel" w:hAnsi="Corbel"/>
          <w:sz w:val="24"/>
          <w:szCs w:val="24"/>
        </w:rPr>
        <w:t>3</w:t>
      </w:r>
    </w:p>
    <w:p w14:paraId="707ADA17" w14:textId="77777777" w:rsidR="0085747A" w:rsidRPr="00C753F0" w:rsidRDefault="0085747A" w:rsidP="001E35B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40D8683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53F0">
        <w:rPr>
          <w:rFonts w:ascii="Corbel" w:hAnsi="Corbel"/>
          <w:szCs w:val="24"/>
        </w:rPr>
        <w:t xml:space="preserve">1. </w:t>
      </w:r>
      <w:r w:rsidR="0085747A" w:rsidRPr="00C753F0">
        <w:rPr>
          <w:rFonts w:ascii="Corbel" w:hAnsi="Corbel"/>
          <w:szCs w:val="24"/>
        </w:rPr>
        <w:t xml:space="preserve">Podstawowe </w:t>
      </w:r>
      <w:r w:rsidR="00445970" w:rsidRPr="00C753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53F0" w14:paraId="0AE15CDE" w14:textId="77777777" w:rsidTr="00B819C8">
        <w:tc>
          <w:tcPr>
            <w:tcW w:w="2694" w:type="dxa"/>
            <w:vAlign w:val="center"/>
          </w:tcPr>
          <w:p w14:paraId="05EE27A2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7335BD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Prawo wykroczeń i postępowanie w sprawach o wykroczenia</w:t>
            </w:r>
          </w:p>
        </w:tc>
      </w:tr>
      <w:tr w:rsidR="0085747A" w:rsidRPr="00C753F0" w14:paraId="0E72D217" w14:textId="77777777" w:rsidTr="00B819C8">
        <w:tc>
          <w:tcPr>
            <w:tcW w:w="2694" w:type="dxa"/>
            <w:vAlign w:val="center"/>
          </w:tcPr>
          <w:p w14:paraId="02B475E3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1B32A5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PRP39</w:t>
            </w:r>
          </w:p>
        </w:tc>
      </w:tr>
      <w:tr w:rsidR="0085747A" w:rsidRPr="00C753F0" w14:paraId="4AC113E4" w14:textId="77777777" w:rsidTr="00B819C8">
        <w:tc>
          <w:tcPr>
            <w:tcW w:w="2694" w:type="dxa"/>
            <w:vAlign w:val="center"/>
          </w:tcPr>
          <w:p w14:paraId="65F28748" w14:textId="77777777" w:rsidR="0085747A" w:rsidRPr="00C753F0" w:rsidRDefault="001E35B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753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3CC793" w14:textId="77777777" w:rsidR="0085747A" w:rsidRPr="00C753F0" w:rsidRDefault="006B7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C753F0" w14:paraId="65BBB6E9" w14:textId="77777777" w:rsidTr="00B819C8">
        <w:tc>
          <w:tcPr>
            <w:tcW w:w="2694" w:type="dxa"/>
            <w:vAlign w:val="center"/>
          </w:tcPr>
          <w:p w14:paraId="6C24E239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07A116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Karnego Procesowego</w:t>
            </w:r>
          </w:p>
        </w:tc>
      </w:tr>
      <w:tr w:rsidR="0085747A" w:rsidRPr="00C753F0" w14:paraId="0F80C82E" w14:textId="77777777" w:rsidTr="00B819C8">
        <w:tc>
          <w:tcPr>
            <w:tcW w:w="2694" w:type="dxa"/>
            <w:vAlign w:val="center"/>
          </w:tcPr>
          <w:p w14:paraId="6D64F464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0081C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753F0" w14:paraId="412178A5" w14:textId="77777777" w:rsidTr="00B819C8">
        <w:tc>
          <w:tcPr>
            <w:tcW w:w="2694" w:type="dxa"/>
            <w:vAlign w:val="center"/>
          </w:tcPr>
          <w:p w14:paraId="5A8C485A" w14:textId="77777777" w:rsidR="0085747A" w:rsidRPr="00C753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09503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753F0" w14:paraId="54811E3E" w14:textId="77777777" w:rsidTr="00B819C8">
        <w:tc>
          <w:tcPr>
            <w:tcW w:w="2694" w:type="dxa"/>
            <w:vAlign w:val="center"/>
          </w:tcPr>
          <w:p w14:paraId="3C1E22A4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3B91B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753F0" w14:paraId="24EBE49E" w14:textId="77777777" w:rsidTr="00B819C8">
        <w:tc>
          <w:tcPr>
            <w:tcW w:w="2694" w:type="dxa"/>
            <w:vAlign w:val="center"/>
          </w:tcPr>
          <w:p w14:paraId="78721DD7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EFC1D5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753F0" w14:paraId="55366D2E" w14:textId="77777777" w:rsidTr="00B819C8">
        <w:tc>
          <w:tcPr>
            <w:tcW w:w="2694" w:type="dxa"/>
            <w:vAlign w:val="center"/>
          </w:tcPr>
          <w:p w14:paraId="08AE4BE2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753F0">
              <w:rPr>
                <w:rFonts w:ascii="Corbel" w:hAnsi="Corbel"/>
                <w:sz w:val="24"/>
                <w:szCs w:val="24"/>
              </w:rPr>
              <w:t>/y</w:t>
            </w:r>
            <w:r w:rsidRPr="00C753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A1BF59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</w:t>
            </w:r>
          </w:p>
        </w:tc>
      </w:tr>
      <w:tr w:rsidR="0085747A" w:rsidRPr="00C753F0" w14:paraId="7859A4A7" w14:textId="77777777" w:rsidTr="00B819C8">
        <w:tc>
          <w:tcPr>
            <w:tcW w:w="2694" w:type="dxa"/>
            <w:vAlign w:val="center"/>
          </w:tcPr>
          <w:p w14:paraId="2407723A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B5DFDB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753F0" w14:paraId="197E993C" w14:textId="77777777" w:rsidTr="00B819C8">
        <w:tc>
          <w:tcPr>
            <w:tcW w:w="2694" w:type="dxa"/>
            <w:vAlign w:val="center"/>
          </w:tcPr>
          <w:p w14:paraId="220EA18B" w14:textId="77777777" w:rsidR="00923D7D" w:rsidRPr="00C753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032D" w14:textId="77777777" w:rsidR="00923D7D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C753F0" w14:paraId="2CBC5C21" w14:textId="77777777" w:rsidTr="00B819C8">
        <w:tc>
          <w:tcPr>
            <w:tcW w:w="2694" w:type="dxa"/>
            <w:vAlign w:val="center"/>
          </w:tcPr>
          <w:p w14:paraId="28C95C01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DB5799" w14:textId="77777777" w:rsidR="0085747A" w:rsidRPr="00C753F0" w:rsidRDefault="00B756D0" w:rsidP="00A21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21CDF">
              <w:rPr>
                <w:rFonts w:ascii="Corbel" w:hAnsi="Corbel"/>
                <w:b w:val="0"/>
                <w:sz w:val="24"/>
                <w:szCs w:val="24"/>
              </w:rPr>
              <w:t>A. Masłowska</w:t>
            </w:r>
          </w:p>
        </w:tc>
      </w:tr>
      <w:tr w:rsidR="0085747A" w:rsidRPr="00C753F0" w14:paraId="687371DF" w14:textId="77777777" w:rsidTr="00B819C8">
        <w:tc>
          <w:tcPr>
            <w:tcW w:w="2694" w:type="dxa"/>
            <w:vAlign w:val="center"/>
          </w:tcPr>
          <w:p w14:paraId="512725C5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0D0DA" w14:textId="77777777" w:rsidR="00B756D0" w:rsidRDefault="00B756D0" w:rsidP="007C4F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21CDF">
              <w:rPr>
                <w:rFonts w:ascii="Corbel" w:hAnsi="Corbel"/>
                <w:b w:val="0"/>
                <w:sz w:val="24"/>
                <w:szCs w:val="24"/>
              </w:rPr>
              <w:t>A. Masłowska</w:t>
            </w:r>
          </w:p>
          <w:p w14:paraId="7CB936AC" w14:textId="77777777" w:rsidR="0085747A" w:rsidRPr="00C753F0" w:rsidRDefault="0085747A" w:rsidP="007C4F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E46EED" w14:textId="77777777" w:rsidR="00923D7D" w:rsidRPr="00C753F0" w:rsidRDefault="0085747A" w:rsidP="00C753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* </w:t>
      </w:r>
      <w:r w:rsidRPr="00C753F0">
        <w:rPr>
          <w:rFonts w:ascii="Corbel" w:hAnsi="Corbel"/>
          <w:i/>
          <w:sz w:val="24"/>
          <w:szCs w:val="24"/>
        </w:rPr>
        <w:t>-</w:t>
      </w:r>
      <w:r w:rsidR="00B90885" w:rsidRPr="00C753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53F0">
        <w:rPr>
          <w:rFonts w:ascii="Corbel" w:hAnsi="Corbel"/>
          <w:b w:val="0"/>
          <w:sz w:val="24"/>
          <w:szCs w:val="24"/>
        </w:rPr>
        <w:t>e,</w:t>
      </w:r>
      <w:r w:rsidRPr="00C753F0">
        <w:rPr>
          <w:rFonts w:ascii="Corbel" w:hAnsi="Corbel"/>
          <w:i/>
          <w:sz w:val="24"/>
          <w:szCs w:val="24"/>
        </w:rPr>
        <w:t xml:space="preserve"> </w:t>
      </w:r>
      <w:r w:rsidRPr="00C753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53F0">
        <w:rPr>
          <w:rFonts w:ascii="Corbel" w:hAnsi="Corbel"/>
          <w:b w:val="0"/>
          <w:i/>
          <w:sz w:val="24"/>
          <w:szCs w:val="24"/>
        </w:rPr>
        <w:t>w Jednostce</w:t>
      </w:r>
    </w:p>
    <w:p w14:paraId="698037B0" w14:textId="77777777" w:rsidR="0085747A" w:rsidRPr="00C753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>1.</w:t>
      </w:r>
      <w:r w:rsidR="00E22FBC" w:rsidRPr="00C753F0">
        <w:rPr>
          <w:rFonts w:ascii="Corbel" w:hAnsi="Corbel"/>
          <w:sz w:val="24"/>
          <w:szCs w:val="24"/>
        </w:rPr>
        <w:t>1</w:t>
      </w:r>
      <w:r w:rsidRPr="00C753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E5409D" w14:textId="77777777" w:rsidR="00923D7D" w:rsidRPr="00C753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53F0" w14:paraId="66610A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B388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Semestr</w:t>
            </w:r>
          </w:p>
          <w:p w14:paraId="3AB042D8" w14:textId="77777777" w:rsidR="00015B8F" w:rsidRPr="00C753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(</w:t>
            </w:r>
            <w:r w:rsidR="00363F78" w:rsidRPr="00C753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3B8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627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407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7815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A49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B1C9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34C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781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838A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53F0">
              <w:rPr>
                <w:rFonts w:ascii="Corbel" w:hAnsi="Corbel"/>
                <w:b/>
                <w:szCs w:val="24"/>
              </w:rPr>
              <w:t>Liczba pkt</w:t>
            </w:r>
            <w:r w:rsidR="00B90885" w:rsidRPr="00C753F0">
              <w:rPr>
                <w:rFonts w:ascii="Corbel" w:hAnsi="Corbel"/>
                <w:b/>
                <w:szCs w:val="24"/>
              </w:rPr>
              <w:t>.</w:t>
            </w:r>
            <w:r w:rsidRPr="00C753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53F0" w14:paraId="27DCA6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0B2D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9B03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778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C9FB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A9E2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F4C7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608B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DB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279F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F8AB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E35924" w14:textId="77777777" w:rsidR="00923D7D" w:rsidRPr="00C753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F9D22" w14:textId="77777777" w:rsidR="00923D7D" w:rsidRPr="00C753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9C0023" w14:textId="77777777" w:rsidR="0085747A" w:rsidRPr="00C753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1.</w:t>
      </w:r>
      <w:r w:rsidR="00E22FBC" w:rsidRPr="00C753F0">
        <w:rPr>
          <w:rFonts w:ascii="Corbel" w:hAnsi="Corbel"/>
          <w:smallCaps w:val="0"/>
          <w:szCs w:val="24"/>
        </w:rPr>
        <w:t>2</w:t>
      </w:r>
      <w:r w:rsidR="00F83B28" w:rsidRPr="00C753F0">
        <w:rPr>
          <w:rFonts w:ascii="Corbel" w:hAnsi="Corbel"/>
          <w:smallCaps w:val="0"/>
          <w:szCs w:val="24"/>
        </w:rPr>
        <w:t>.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 xml:space="preserve">Sposób realizacji zajęć  </w:t>
      </w:r>
    </w:p>
    <w:p w14:paraId="3EBE1003" w14:textId="77777777" w:rsidR="0085747A" w:rsidRPr="00C753F0" w:rsidRDefault="00740D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C753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792001" w14:textId="77777777" w:rsidR="0085747A" w:rsidRPr="00C753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MS Gothic" w:eastAsia="MS Gothic" w:hAnsi="MS Gothic" w:cs="MS Gothic" w:hint="eastAsia"/>
          <w:b w:val="0"/>
          <w:szCs w:val="24"/>
        </w:rPr>
        <w:t>☐</w:t>
      </w:r>
      <w:r w:rsidRPr="00C753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CD82D4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20EF43" w14:textId="77777777" w:rsidR="00E22FBC" w:rsidRPr="00C753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1.3 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>For</w:t>
      </w:r>
      <w:r w:rsidR="00445970" w:rsidRPr="00C753F0">
        <w:rPr>
          <w:rFonts w:ascii="Corbel" w:hAnsi="Corbel"/>
          <w:smallCaps w:val="0"/>
          <w:szCs w:val="24"/>
        </w:rPr>
        <w:t xml:space="preserve">ma zaliczenia przedmiotu </w:t>
      </w:r>
      <w:r w:rsidRPr="00C753F0">
        <w:rPr>
          <w:rFonts w:ascii="Corbel" w:hAnsi="Corbel"/>
          <w:smallCaps w:val="0"/>
          <w:szCs w:val="24"/>
        </w:rPr>
        <w:t xml:space="preserve"> (z toku) </w:t>
      </w:r>
      <w:r w:rsidRPr="00C753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8794B7" w14:textId="77777777" w:rsidR="00740DCD" w:rsidRPr="00C753F0" w:rsidRDefault="00740DCD" w:rsidP="00740DCD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753F0">
        <w:rPr>
          <w:rFonts w:ascii="Corbel" w:hAnsi="Corbel"/>
          <w:b/>
          <w:sz w:val="24"/>
          <w:szCs w:val="24"/>
        </w:rPr>
        <w:t xml:space="preserve">               </w:t>
      </w:r>
      <w:r w:rsidRPr="00C753F0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0E60ECE1" w14:textId="77777777" w:rsidR="00E960BB" w:rsidRPr="00C753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C1EAA" w14:textId="77777777" w:rsidR="00E960BB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E98594E" w14:textId="77777777" w:rsidTr="00745302">
        <w:tc>
          <w:tcPr>
            <w:tcW w:w="9670" w:type="dxa"/>
          </w:tcPr>
          <w:p w14:paraId="49E12D6C" w14:textId="77777777" w:rsidR="0085747A" w:rsidRPr="00C753F0" w:rsidRDefault="00740DCD" w:rsidP="00740D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zasady prawa karnego materialnego i procesowego, definicję przestępstwa, zasady wyłączenia odpowiedzialności karnej, zasady postępowania przez organami wymiaru sprawiedliwości oraz role pełnione przez poszczególnych uczestników tego postępowania, umieć zastosować metody interpretacji normy prawnej, umieć zastosować wnioskowania prawnicze.</w:t>
            </w:r>
          </w:p>
        </w:tc>
      </w:tr>
    </w:tbl>
    <w:p w14:paraId="15A6F3B5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lastRenderedPageBreak/>
        <w:t>3.</w:t>
      </w:r>
      <w:r w:rsidR="0085747A" w:rsidRPr="00C753F0">
        <w:rPr>
          <w:rFonts w:ascii="Corbel" w:hAnsi="Corbel"/>
          <w:szCs w:val="24"/>
        </w:rPr>
        <w:t xml:space="preserve"> </w:t>
      </w:r>
      <w:r w:rsidR="00A84C85" w:rsidRPr="00C753F0">
        <w:rPr>
          <w:rFonts w:ascii="Corbel" w:hAnsi="Corbel"/>
          <w:szCs w:val="24"/>
        </w:rPr>
        <w:t>cele, efekty uczenia się</w:t>
      </w:r>
      <w:r w:rsidR="0085747A" w:rsidRPr="00C753F0">
        <w:rPr>
          <w:rFonts w:ascii="Corbel" w:hAnsi="Corbel"/>
          <w:szCs w:val="24"/>
        </w:rPr>
        <w:t xml:space="preserve"> , treści Programowe i stosowane metody Dydaktyczne</w:t>
      </w:r>
    </w:p>
    <w:p w14:paraId="40E02F96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8E563F" w14:textId="77777777" w:rsidR="0085747A" w:rsidRPr="00C753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3.1 </w:t>
      </w:r>
      <w:r w:rsidR="00C05F44" w:rsidRPr="00C753F0">
        <w:rPr>
          <w:rFonts w:ascii="Corbel" w:hAnsi="Corbel"/>
          <w:sz w:val="24"/>
          <w:szCs w:val="24"/>
        </w:rPr>
        <w:t>Cele przedmiotu</w:t>
      </w:r>
    </w:p>
    <w:p w14:paraId="368F970A" w14:textId="77777777" w:rsidR="00F83B28" w:rsidRPr="00C753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753F0" w14:paraId="4596E1BE" w14:textId="77777777" w:rsidTr="00923D7D">
        <w:tc>
          <w:tcPr>
            <w:tcW w:w="851" w:type="dxa"/>
            <w:vAlign w:val="center"/>
          </w:tcPr>
          <w:p w14:paraId="3DA220B1" w14:textId="77777777" w:rsidR="0085747A" w:rsidRPr="00C753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CCF9C6" w14:textId="77777777" w:rsidR="0085747A" w:rsidRPr="00C753F0" w:rsidRDefault="00C753F0" w:rsidP="008F3D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F3D42"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owania w sprawach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 wykroczenia </w:t>
            </w:r>
          </w:p>
        </w:tc>
      </w:tr>
      <w:tr w:rsidR="0085747A" w:rsidRPr="00C753F0" w14:paraId="44D865B9" w14:textId="77777777" w:rsidTr="00923D7D">
        <w:tc>
          <w:tcPr>
            <w:tcW w:w="851" w:type="dxa"/>
            <w:vAlign w:val="center"/>
          </w:tcPr>
          <w:p w14:paraId="485F146F" w14:textId="77777777" w:rsidR="0085747A" w:rsidRPr="00C753F0" w:rsidRDefault="00C75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9FBB12" w14:textId="77777777" w:rsidR="0085747A" w:rsidRPr="00C753F0" w:rsidRDefault="00C75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3CC34F4A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C595A3" w14:textId="77777777" w:rsidR="001D7B54" w:rsidRPr="00C753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3.2 </w:t>
      </w:r>
      <w:r w:rsidR="001D7B54" w:rsidRPr="00C753F0">
        <w:rPr>
          <w:rFonts w:ascii="Corbel" w:hAnsi="Corbel"/>
          <w:b/>
          <w:sz w:val="24"/>
          <w:szCs w:val="24"/>
        </w:rPr>
        <w:t xml:space="preserve">Efekty </w:t>
      </w:r>
      <w:r w:rsidR="00C05F44" w:rsidRPr="00C753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53F0">
        <w:rPr>
          <w:rFonts w:ascii="Corbel" w:hAnsi="Corbel"/>
          <w:b/>
          <w:sz w:val="24"/>
          <w:szCs w:val="24"/>
        </w:rPr>
        <w:t>dla przedmiotu</w:t>
      </w:r>
      <w:r w:rsidR="00445970" w:rsidRPr="00C753F0">
        <w:rPr>
          <w:rFonts w:ascii="Corbel" w:hAnsi="Corbel"/>
          <w:sz w:val="24"/>
          <w:szCs w:val="24"/>
        </w:rPr>
        <w:t xml:space="preserve"> </w:t>
      </w:r>
    </w:p>
    <w:p w14:paraId="560A5A31" w14:textId="77777777" w:rsidR="001D7B54" w:rsidRPr="00C753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C753F0" w14:paraId="1D3540DE" w14:textId="77777777" w:rsidTr="0071620A">
        <w:tc>
          <w:tcPr>
            <w:tcW w:w="1701" w:type="dxa"/>
            <w:vAlign w:val="center"/>
          </w:tcPr>
          <w:p w14:paraId="6632EAAE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53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621018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103E5D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D42" w:rsidRPr="00C753F0" w14:paraId="161DF4A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84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B50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11C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F3D42" w:rsidRPr="00C753F0" w14:paraId="16E401F4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F9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F07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3A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2413EFAA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BC0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BF2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0229B22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49F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8F3D42" w:rsidRPr="00C753F0" w14:paraId="61A4D7F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03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13ED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22B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1BDF85F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E0B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B3D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F84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8F3D42" w:rsidRPr="00C753F0" w14:paraId="2301D1D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748D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2FEC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D63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3D42" w:rsidRPr="00C753F0" w14:paraId="2BA4C60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D48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64C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1DA844C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F38F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7E26A56A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F3D42" w:rsidRPr="00C753F0" w14:paraId="07977C4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B67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2C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3933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37DF2B93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8F3D42" w:rsidRPr="00C753F0" w14:paraId="11C35C5D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430C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1759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9211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5F105CC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F3D42" w:rsidRPr="00C753F0" w14:paraId="69E56DC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261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079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 przedmiocie wybranego zagadnienia z prawa karnego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282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K_K01, K_K10</w:t>
            </w:r>
          </w:p>
        </w:tc>
      </w:tr>
      <w:tr w:rsidR="008F3D42" w:rsidRPr="00C753F0" w14:paraId="132B2074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50F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008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E4E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F3D42" w:rsidRPr="00C753F0" w14:paraId="4444D2AC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ADE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2D6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3144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8F3D42" w:rsidRPr="00C753F0" w14:paraId="1F4A853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E99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51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AC23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8E497C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3AC8" w14:textId="77777777" w:rsid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9ED8CF" w14:textId="77777777" w:rsidR="00C753F0" w:rsidRP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041FD" w14:textId="77777777" w:rsidR="0085747A" w:rsidRPr="00C753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>3.3</w:t>
      </w:r>
      <w:r w:rsidR="001D7B54" w:rsidRPr="00C753F0">
        <w:rPr>
          <w:rFonts w:ascii="Corbel" w:hAnsi="Corbel"/>
          <w:b/>
          <w:sz w:val="24"/>
          <w:szCs w:val="24"/>
        </w:rPr>
        <w:t xml:space="preserve"> </w:t>
      </w:r>
      <w:r w:rsidR="0085747A" w:rsidRPr="00C753F0">
        <w:rPr>
          <w:rFonts w:ascii="Corbel" w:hAnsi="Corbel"/>
          <w:b/>
          <w:sz w:val="24"/>
          <w:szCs w:val="24"/>
        </w:rPr>
        <w:t>T</w:t>
      </w:r>
      <w:r w:rsidR="001D7B54" w:rsidRPr="00C753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753F0">
        <w:rPr>
          <w:rFonts w:ascii="Corbel" w:hAnsi="Corbel"/>
          <w:sz w:val="24"/>
          <w:szCs w:val="24"/>
        </w:rPr>
        <w:t xml:space="preserve">  </w:t>
      </w:r>
    </w:p>
    <w:p w14:paraId="272030A6" w14:textId="77777777" w:rsidR="0085747A" w:rsidRPr="00C753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Problematyka wykładu </w:t>
      </w:r>
    </w:p>
    <w:p w14:paraId="18F70A74" w14:textId="77777777" w:rsidR="00675843" w:rsidRPr="00C753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E43FD2C" w14:textId="77777777" w:rsidTr="00923D7D">
        <w:tc>
          <w:tcPr>
            <w:tcW w:w="9639" w:type="dxa"/>
          </w:tcPr>
          <w:p w14:paraId="5858B5D1" w14:textId="77777777" w:rsidR="0085747A" w:rsidRPr="007C4F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C4FE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7C4FEC" w:rsidRPr="007C4FE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F3D42" w:rsidRPr="00C753F0" w14:paraId="4F6EBCD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708D" w14:textId="77777777" w:rsidR="008F3D42" w:rsidRPr="00C753F0" w:rsidRDefault="008F3D42" w:rsidP="008F3D4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8F3D42" w:rsidRPr="00C753F0" w14:paraId="7023B485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97D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8F3D42" w:rsidRPr="00C753F0" w14:paraId="0D68C94A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52F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8F3D42" w:rsidRPr="00C753F0" w14:paraId="586B0B4E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E38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8F3D42" w:rsidRPr="00C753F0" w14:paraId="402B6EF1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8CB3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8F3D42" w:rsidRPr="00C753F0" w14:paraId="4485CB0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BEB1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8F3D42" w:rsidRPr="00C753F0" w14:paraId="6D4D4844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9F1C7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8F3D42" w:rsidRPr="00C753F0" w14:paraId="7892107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44E6" w14:textId="77777777" w:rsidR="008F3D42" w:rsidRPr="00C753F0" w:rsidRDefault="008F3D42" w:rsidP="008F3D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8F3D42" w:rsidRPr="00C753F0" w14:paraId="5BA15C5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323A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14:paraId="0E86922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przesłanki procesowe (1) </w:t>
            </w:r>
          </w:p>
        </w:tc>
      </w:tr>
      <w:tr w:rsidR="008F3D42" w:rsidRPr="00C753F0" w14:paraId="69DE6E11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AF8C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8F3D42" w:rsidRPr="00C753F0" w14:paraId="22F14820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64B6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8F3D42" w:rsidRPr="00C753F0" w14:paraId="55E77F33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BB5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8F3D42" w:rsidRPr="00C753F0" w14:paraId="18AF65DC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A0C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8F3D42" w:rsidRPr="00C753F0" w14:paraId="7B7C50D0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568E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8F3D42" w:rsidRPr="00C753F0" w14:paraId="709F49D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237C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8F3D42" w:rsidRPr="00C753F0" w14:paraId="39284E9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0923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8F3D42" w:rsidRPr="00C753F0" w14:paraId="6F871D3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FC1F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8F3D42" w:rsidRPr="00C753F0" w14:paraId="23048FD5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56D2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18. Odszkodowanie za niesłuszne ukaranie lub zatrzymanie (1)</w:t>
            </w:r>
          </w:p>
        </w:tc>
      </w:tr>
      <w:tr w:rsidR="008F3D42" w:rsidRPr="00C753F0" w14:paraId="27576C3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942E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5FDF936F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7EEAB" w14:textId="77777777" w:rsidR="0085747A" w:rsidRPr="00C753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3.4 Metody dydaktyczne</w:t>
      </w:r>
      <w:r w:rsidRPr="00C753F0">
        <w:rPr>
          <w:rFonts w:ascii="Corbel" w:hAnsi="Corbel"/>
          <w:b w:val="0"/>
          <w:smallCaps w:val="0"/>
          <w:szCs w:val="24"/>
        </w:rPr>
        <w:t xml:space="preserve"> </w:t>
      </w:r>
    </w:p>
    <w:p w14:paraId="59FBD01D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6BD901" w14:textId="77777777" w:rsidR="00E21E7D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N</w:t>
      </w:r>
      <w:r w:rsidR="0085747A" w:rsidRPr="00C753F0">
        <w:rPr>
          <w:rFonts w:ascii="Corbel" w:hAnsi="Corbel"/>
          <w:b w:val="0"/>
          <w:smallCaps w:val="0"/>
          <w:szCs w:val="24"/>
        </w:rPr>
        <w:t>p</w:t>
      </w:r>
      <w:r w:rsidR="0085747A" w:rsidRPr="00C753F0">
        <w:rPr>
          <w:rFonts w:ascii="Corbel" w:hAnsi="Corbel"/>
          <w:szCs w:val="24"/>
        </w:rPr>
        <w:t>.:</w:t>
      </w:r>
      <w:r w:rsidR="00923D7D" w:rsidRPr="00C753F0">
        <w:rPr>
          <w:rFonts w:ascii="Corbel" w:hAnsi="Corbel"/>
          <w:szCs w:val="24"/>
        </w:rPr>
        <w:t xml:space="preserve"> </w:t>
      </w:r>
    </w:p>
    <w:p w14:paraId="4070C77E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zCs w:val="24"/>
        </w:rPr>
        <w:t xml:space="preserve"> </w:t>
      </w:r>
      <w:r w:rsidRPr="00C753F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ykład</w:t>
      </w:r>
      <w:r w:rsidRPr="00C753F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41A1F53B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C753F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7D49A4B5" w14:textId="77777777" w:rsidR="0085747A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0D40B083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055B4" w14:textId="77777777" w:rsidR="00E960BB" w:rsidRPr="00C753F0" w:rsidRDefault="00C753F0" w:rsidP="00C753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Analiza i interpretacja tekstów źródłowych, połączenie elementów metody ćwiczebnej, dyskusji, studium przypadku.</w:t>
      </w:r>
    </w:p>
    <w:p w14:paraId="3EA492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727F3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1469F2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14C7F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066F8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8B3933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1E0BCF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B7B31A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EE169" w14:textId="77777777" w:rsidR="006B7B73" w:rsidRPr="00C753F0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FA4CFD" w14:textId="77777777" w:rsidR="0085747A" w:rsidRPr="00C753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 </w:t>
      </w:r>
      <w:r w:rsidR="0085747A" w:rsidRPr="00C753F0">
        <w:rPr>
          <w:rFonts w:ascii="Corbel" w:hAnsi="Corbel"/>
          <w:smallCaps w:val="0"/>
          <w:szCs w:val="24"/>
        </w:rPr>
        <w:t>METODY I KRYTERIA OCENY</w:t>
      </w:r>
      <w:r w:rsidR="009F4610" w:rsidRPr="00C753F0">
        <w:rPr>
          <w:rFonts w:ascii="Corbel" w:hAnsi="Corbel"/>
          <w:smallCaps w:val="0"/>
          <w:szCs w:val="24"/>
        </w:rPr>
        <w:t xml:space="preserve"> </w:t>
      </w:r>
    </w:p>
    <w:p w14:paraId="71686990" w14:textId="77777777" w:rsidR="00923D7D" w:rsidRPr="00C753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6A97B" w14:textId="77777777" w:rsidR="0085747A" w:rsidRPr="00C753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53F0">
        <w:rPr>
          <w:rFonts w:ascii="Corbel" w:hAnsi="Corbel"/>
          <w:smallCaps w:val="0"/>
          <w:szCs w:val="24"/>
        </w:rPr>
        <w:t>uczenia się</w:t>
      </w:r>
    </w:p>
    <w:p w14:paraId="0DC0AA61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53F0" w14:paraId="4DD753D8" w14:textId="77777777" w:rsidTr="008F3D42">
        <w:tc>
          <w:tcPr>
            <w:tcW w:w="1985" w:type="dxa"/>
            <w:vAlign w:val="center"/>
          </w:tcPr>
          <w:p w14:paraId="335504C9" w14:textId="77777777" w:rsidR="0085747A" w:rsidRPr="00C753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A559AD" w14:textId="77777777" w:rsidR="0085747A" w:rsidRPr="00C753F0" w:rsidRDefault="00C753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6E26B3" w14:textId="77777777" w:rsidR="0085747A" w:rsidRPr="00C753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CF8D99" w14:textId="77777777" w:rsidR="00923D7D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7807FD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3D42" w:rsidRPr="00C753F0" w14:paraId="48840E8A" w14:textId="77777777" w:rsidTr="008F3D42">
        <w:tc>
          <w:tcPr>
            <w:tcW w:w="1985" w:type="dxa"/>
          </w:tcPr>
          <w:p w14:paraId="58B864A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F94231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596D132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 w:rsidR="00C753F0">
              <w:rPr>
                <w:rFonts w:ascii="Corbel" w:hAnsi="Corbel"/>
                <w:b w:val="0"/>
                <w:szCs w:val="24"/>
              </w:rPr>
              <w:t xml:space="preserve">   </w:t>
            </w: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652556E" w14:textId="77777777" w:rsidTr="008F3D42">
        <w:tc>
          <w:tcPr>
            <w:tcW w:w="1985" w:type="dxa"/>
          </w:tcPr>
          <w:p w14:paraId="0D2EA26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118C37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3E10D1ED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7B9FD44B" w14:textId="77777777" w:rsidTr="008F3D42">
        <w:tc>
          <w:tcPr>
            <w:tcW w:w="1985" w:type="dxa"/>
          </w:tcPr>
          <w:p w14:paraId="3FA418C1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5567C02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31E00EAD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3D0E4D7" w14:textId="77777777" w:rsidTr="008F3D42">
        <w:tc>
          <w:tcPr>
            <w:tcW w:w="1985" w:type="dxa"/>
          </w:tcPr>
          <w:p w14:paraId="3DA02C1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4C86F7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5868B411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667E0610" w14:textId="77777777" w:rsidTr="008F3D42">
        <w:tc>
          <w:tcPr>
            <w:tcW w:w="1985" w:type="dxa"/>
          </w:tcPr>
          <w:p w14:paraId="3FE7DED4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D5C32D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518764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81A8C91" w14:textId="77777777" w:rsidTr="008F3D42">
        <w:tc>
          <w:tcPr>
            <w:tcW w:w="1985" w:type="dxa"/>
          </w:tcPr>
          <w:p w14:paraId="0BBB7B3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2B9E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7653CE34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F084877" w14:textId="77777777" w:rsidTr="008F3D42">
        <w:tc>
          <w:tcPr>
            <w:tcW w:w="1985" w:type="dxa"/>
          </w:tcPr>
          <w:p w14:paraId="7D8F4AE6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D394A8B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9EDB367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650E435" w14:textId="77777777" w:rsidTr="008F3D42">
        <w:tc>
          <w:tcPr>
            <w:tcW w:w="1985" w:type="dxa"/>
          </w:tcPr>
          <w:p w14:paraId="0BD0D31A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53F461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476FC7CD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53192F6" w14:textId="77777777" w:rsidTr="008F3D42">
        <w:tc>
          <w:tcPr>
            <w:tcW w:w="1985" w:type="dxa"/>
          </w:tcPr>
          <w:p w14:paraId="084F8BD7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EB46EA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B04E0D2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3D6E902" w14:textId="77777777" w:rsidTr="008F3D42">
        <w:tc>
          <w:tcPr>
            <w:tcW w:w="1985" w:type="dxa"/>
          </w:tcPr>
          <w:p w14:paraId="79DFA37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38EB34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648029F8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5E817A30" w14:textId="77777777" w:rsidTr="008F3D42">
        <w:tc>
          <w:tcPr>
            <w:tcW w:w="1985" w:type="dxa"/>
          </w:tcPr>
          <w:p w14:paraId="06B5CA5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7214D6C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3A3D079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5130D088" w14:textId="77777777" w:rsidTr="008F3D42">
        <w:tc>
          <w:tcPr>
            <w:tcW w:w="1985" w:type="dxa"/>
          </w:tcPr>
          <w:p w14:paraId="2839612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3C51B7B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602B6F0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1C1CDD3C" w14:textId="77777777" w:rsidTr="008F3D42">
        <w:tc>
          <w:tcPr>
            <w:tcW w:w="1985" w:type="dxa"/>
          </w:tcPr>
          <w:p w14:paraId="58BCC5D9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5CFF0AD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3F50DC3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A600391" w14:textId="77777777" w:rsidR="00923D7D" w:rsidRPr="00C753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759110" w14:textId="77777777" w:rsidR="0085747A" w:rsidRPr="00C753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4.2 </w:t>
      </w:r>
      <w:r w:rsidR="0085747A" w:rsidRPr="00C753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753F0">
        <w:rPr>
          <w:rFonts w:ascii="Corbel" w:hAnsi="Corbel"/>
          <w:smallCaps w:val="0"/>
          <w:szCs w:val="24"/>
        </w:rPr>
        <w:t xml:space="preserve"> </w:t>
      </w:r>
    </w:p>
    <w:p w14:paraId="694B0646" w14:textId="77777777" w:rsidR="00923D7D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D46C8DA" w14:textId="77777777" w:rsidTr="00923D7D">
        <w:tc>
          <w:tcPr>
            <w:tcW w:w="9670" w:type="dxa"/>
          </w:tcPr>
          <w:p w14:paraId="7E3CA82F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Egzamin ustny (co najmniej na trzy pytania)</w:t>
            </w:r>
          </w:p>
          <w:p w14:paraId="780CFD78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2564E21A" w14:textId="77777777" w:rsidR="001C4B59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Egzamin pisemny w formie testu jednokrotnego wyboru w liczbie co najmniej 20 pytań plus pytania (maksymalnie 3) o char</w:t>
            </w:r>
            <w:r w:rsidR="008F3D42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ak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terze kazusowym  </w:t>
            </w:r>
          </w:p>
          <w:p w14:paraId="2A42BC83" w14:textId="77777777" w:rsidR="0085747A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egzaminu pisemnego  oraz ustnego na ocenę pozytywną wymaga uzyskania co najmniej 50% poprawnych odpowiedzi.</w:t>
            </w:r>
          </w:p>
        </w:tc>
      </w:tr>
    </w:tbl>
    <w:p w14:paraId="7F94362C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EF3429" w14:textId="77777777" w:rsidR="009F4610" w:rsidRPr="00C753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5. </w:t>
      </w:r>
      <w:r w:rsidR="00C61DC5" w:rsidRPr="00C753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B1049A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753F0" w14:paraId="1EBC8ED1" w14:textId="77777777" w:rsidTr="003E1941">
        <w:tc>
          <w:tcPr>
            <w:tcW w:w="4962" w:type="dxa"/>
            <w:vAlign w:val="center"/>
          </w:tcPr>
          <w:p w14:paraId="340A5D97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B534F0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753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53F0" w14:paraId="3D2CDC3A" w14:textId="77777777" w:rsidTr="00923D7D">
        <w:tc>
          <w:tcPr>
            <w:tcW w:w="4962" w:type="dxa"/>
          </w:tcPr>
          <w:p w14:paraId="42BFA12C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53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53F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C753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96E622" w14:textId="77777777" w:rsidR="001C4B59" w:rsidRPr="00C753F0" w:rsidRDefault="001C4B59" w:rsidP="001C4B5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sz w:val="24"/>
                <w:szCs w:val="24"/>
                <w:lang w:eastAsia="pl-PL"/>
              </w:rPr>
              <w:t>30h</w:t>
            </w:r>
          </w:p>
          <w:p w14:paraId="54077553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753F0" w14:paraId="3AD698E1" w14:textId="77777777" w:rsidTr="00923D7D">
        <w:tc>
          <w:tcPr>
            <w:tcW w:w="4962" w:type="dxa"/>
          </w:tcPr>
          <w:p w14:paraId="7D096632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CA29727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8DB146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3h</w:t>
            </w:r>
          </w:p>
        </w:tc>
      </w:tr>
      <w:tr w:rsidR="00C61DC5" w:rsidRPr="00C753F0" w14:paraId="39484DF1" w14:textId="77777777" w:rsidTr="00923D7D">
        <w:tc>
          <w:tcPr>
            <w:tcW w:w="4962" w:type="dxa"/>
          </w:tcPr>
          <w:p w14:paraId="55B3D065" w14:textId="77777777" w:rsidR="0071620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E4E98AB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43BA20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68h</w:t>
            </w:r>
          </w:p>
        </w:tc>
      </w:tr>
      <w:tr w:rsidR="0085747A" w:rsidRPr="00C753F0" w14:paraId="086E45C2" w14:textId="77777777" w:rsidTr="00923D7D">
        <w:tc>
          <w:tcPr>
            <w:tcW w:w="4962" w:type="dxa"/>
          </w:tcPr>
          <w:p w14:paraId="25E2FB1B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80B82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C753F0" w14:paraId="52155134" w14:textId="77777777" w:rsidTr="00923D7D">
        <w:tc>
          <w:tcPr>
            <w:tcW w:w="4962" w:type="dxa"/>
          </w:tcPr>
          <w:p w14:paraId="0976DA8D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B1A1B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D9181A" w14:textId="77777777" w:rsidR="0085747A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753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7E599D" w14:textId="77777777" w:rsidR="003E1941" w:rsidRPr="00C753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B068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6. </w:t>
      </w:r>
      <w:r w:rsidR="0085747A" w:rsidRPr="00C753F0">
        <w:rPr>
          <w:rFonts w:ascii="Corbel" w:hAnsi="Corbel"/>
          <w:smallCaps w:val="0"/>
          <w:szCs w:val="24"/>
        </w:rPr>
        <w:t>PRAKTYKI ZAWODOWE W RAMACH PRZEDMIOTU/ MODUŁU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57BC4D7D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753F0" w14:paraId="5D7880B6" w14:textId="77777777" w:rsidTr="0071620A">
        <w:trPr>
          <w:trHeight w:val="397"/>
        </w:trPr>
        <w:tc>
          <w:tcPr>
            <w:tcW w:w="3544" w:type="dxa"/>
          </w:tcPr>
          <w:p w14:paraId="6DF587BA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64EA2B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C753F0" w14:paraId="4479A3A3" w14:textId="77777777" w:rsidTr="0071620A">
        <w:trPr>
          <w:trHeight w:val="397"/>
        </w:trPr>
        <w:tc>
          <w:tcPr>
            <w:tcW w:w="3544" w:type="dxa"/>
          </w:tcPr>
          <w:p w14:paraId="72EEA127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A9499B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</w:tbl>
    <w:p w14:paraId="09878660" w14:textId="77777777" w:rsidR="006B7B73" w:rsidRDefault="006B7B7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3AC267" w14:textId="77777777" w:rsidR="0085747A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7. </w:t>
      </w:r>
      <w:r w:rsidR="0085747A" w:rsidRPr="00C753F0">
        <w:rPr>
          <w:rFonts w:ascii="Corbel" w:hAnsi="Corbel"/>
          <w:smallCaps w:val="0"/>
          <w:szCs w:val="24"/>
        </w:rPr>
        <w:t>LITERATURA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7C40C5BA" w14:textId="77777777" w:rsidR="00675843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753F0" w14:paraId="3685A06A" w14:textId="77777777" w:rsidTr="0071620A">
        <w:trPr>
          <w:trHeight w:val="397"/>
        </w:trPr>
        <w:tc>
          <w:tcPr>
            <w:tcW w:w="7513" w:type="dxa"/>
          </w:tcPr>
          <w:p w14:paraId="5BEE6861" w14:textId="77777777" w:rsidR="0085747A" w:rsidRPr="007C4F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273C29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Ustawa z dnia 20 maja 1971 r. Kodeks wykroczeń (t.j. Dz. U. z 2019 r. poz. 821 z późn. zm.).</w:t>
            </w:r>
          </w:p>
          <w:p w14:paraId="503BD273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-</w:t>
            </w: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Ustawa z dnia 24 sierpnia 2001 r. Kodeks postępowania w sprawach o wykroczenia (t.j. Dz. U. z 2019 r. poz. 1120 z późn. zm.).</w:t>
            </w:r>
          </w:p>
          <w:p w14:paraId="220572A6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Ustawa z dnia 24 sierpnia 2001 r. Kodeks postępowania w sprawach o wykroczenia (t.j. Dz. U. z 2020 r. poz. 729 z późn. zm.).</w:t>
            </w:r>
          </w:p>
          <w:p w14:paraId="460C2139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T. Bojarski, Polskie prawo wykroczeń, Zarys wykładu, Wydawnictwo Prawnicze, Warszawa 2012 lub nowsze wydanie,</w:t>
            </w:r>
          </w:p>
          <w:p w14:paraId="5A635628" w14:textId="77777777" w:rsidR="00A21CDF" w:rsidRPr="00A21CDF" w:rsidRDefault="00A21CDF" w:rsidP="00A21CDF">
            <w:pP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A. Marek, Prawo wykroczeń (materialne i procesowe), Warszawa 2019 lub nowsze wydanie,</w:t>
            </w:r>
          </w:p>
          <w:p w14:paraId="2FED1D31" w14:textId="77777777" w:rsidR="001C4B59" w:rsidRPr="00C753F0" w:rsidRDefault="001C4B59" w:rsidP="001C4B59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5747A" w:rsidRPr="00C753F0" w14:paraId="68333770" w14:textId="77777777" w:rsidTr="008E765F">
        <w:trPr>
          <w:trHeight w:val="319"/>
        </w:trPr>
        <w:tc>
          <w:tcPr>
            <w:tcW w:w="7513" w:type="dxa"/>
          </w:tcPr>
          <w:p w14:paraId="3F67E484" w14:textId="77777777" w:rsidR="0085747A" w:rsidRPr="007C4F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FB665E9" w14:textId="77777777" w:rsidR="00A21CDF" w:rsidRPr="00A21CDF" w:rsidRDefault="00A21CDF" w:rsidP="00A21CDF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P. Daniluk (red.), Kodeks wykroczeń, Komentarz, Warszawa 2019,</w:t>
            </w:r>
          </w:p>
          <w:p w14:paraId="637059D5" w14:textId="77777777" w:rsidR="001C4B59" w:rsidRPr="00C753F0" w:rsidRDefault="00A21CDF" w:rsidP="00A21CDF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T. Bojarski, (red.), Kodeks wykroczeń, Komentarz, LEX 2020,</w:t>
            </w:r>
          </w:p>
        </w:tc>
      </w:tr>
    </w:tbl>
    <w:p w14:paraId="0FE2B595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CCC34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2ADC7" w14:textId="77777777" w:rsidR="0085747A" w:rsidRPr="00C753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753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15266" w14:textId="77777777" w:rsidR="00F15043" w:rsidRDefault="00F15043" w:rsidP="00C16ABF">
      <w:pPr>
        <w:spacing w:after="0" w:line="240" w:lineRule="auto"/>
      </w:pPr>
      <w:r>
        <w:separator/>
      </w:r>
    </w:p>
  </w:endnote>
  <w:endnote w:type="continuationSeparator" w:id="0">
    <w:p w14:paraId="1062F9F0" w14:textId="77777777" w:rsidR="00F15043" w:rsidRDefault="00F150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DFF1E" w14:textId="77777777" w:rsidR="00F15043" w:rsidRDefault="00F15043" w:rsidP="00C16ABF">
      <w:pPr>
        <w:spacing w:after="0" w:line="240" w:lineRule="auto"/>
      </w:pPr>
      <w:r>
        <w:separator/>
      </w:r>
    </w:p>
  </w:footnote>
  <w:footnote w:type="continuationSeparator" w:id="0">
    <w:p w14:paraId="2CC91219" w14:textId="77777777" w:rsidR="00F15043" w:rsidRDefault="00F15043" w:rsidP="00C16ABF">
      <w:pPr>
        <w:spacing w:after="0" w:line="240" w:lineRule="auto"/>
      </w:pPr>
      <w:r>
        <w:continuationSeparator/>
      </w:r>
    </w:p>
  </w:footnote>
  <w:footnote w:id="1">
    <w:p w14:paraId="4D94A1B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83904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B59"/>
    <w:rsid w:val="001D4827"/>
    <w:rsid w:val="001D657B"/>
    <w:rsid w:val="001D7B54"/>
    <w:rsid w:val="001E0209"/>
    <w:rsid w:val="001E35BA"/>
    <w:rsid w:val="001F2CA2"/>
    <w:rsid w:val="001F596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A3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B7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DC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FEC"/>
    <w:rsid w:val="007D6E56"/>
    <w:rsid w:val="007F4155"/>
    <w:rsid w:val="0081554D"/>
    <w:rsid w:val="0081707E"/>
    <w:rsid w:val="00822C81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65F"/>
    <w:rsid w:val="008F12C9"/>
    <w:rsid w:val="008F3D42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1CDF"/>
    <w:rsid w:val="00A2245B"/>
    <w:rsid w:val="00A30110"/>
    <w:rsid w:val="00A36899"/>
    <w:rsid w:val="00A371F6"/>
    <w:rsid w:val="00A41D67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111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D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F0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51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E70"/>
    <w:rsid w:val="00E83F5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04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45C4"/>
  <w15:docId w15:val="{8410DB8E-EE18-4677-978F-6EA6A39E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FCC1-7437-4699-8D3E-33AE53E2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2020-10-27T11:00:00Z</cp:lastPrinted>
  <dcterms:created xsi:type="dcterms:W3CDTF">2023-10-24T09:14:00Z</dcterms:created>
  <dcterms:modified xsi:type="dcterms:W3CDTF">2023-10-25T10:18:00Z</dcterms:modified>
</cp:coreProperties>
</file>